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3B0A5AB-8739-4F19-B52D-1EBC7AE41159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